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419" w:rsidRPr="00F44E79" w:rsidRDefault="00532419" w:rsidP="00532419">
      <w:pPr>
        <w:rPr>
          <w:rFonts w:ascii="Arial" w:hAnsi="Arial" w:cs="Arial"/>
          <w:b/>
          <w:sz w:val="28"/>
          <w:szCs w:val="28"/>
        </w:rPr>
      </w:pPr>
      <w:r w:rsidRPr="00F44E79">
        <w:rPr>
          <w:rFonts w:ascii="Arial" w:hAnsi="Arial" w:cs="Arial"/>
          <w:b/>
          <w:sz w:val="28"/>
          <w:szCs w:val="28"/>
          <w:lang w:val="en-US"/>
        </w:rPr>
        <w:t>Fi</w:t>
      </w:r>
      <w:r w:rsidRPr="00F44E79">
        <w:rPr>
          <w:rFonts w:ascii="Arial" w:hAnsi="Arial" w:cs="Arial"/>
          <w:b/>
          <w:sz w:val="28"/>
          <w:szCs w:val="28"/>
        </w:rPr>
        <w:t>șa de lucru:</w:t>
      </w:r>
    </w:p>
    <w:p w:rsidR="00532419" w:rsidRPr="0059749F" w:rsidRDefault="00532419" w:rsidP="00532419">
      <w:pPr>
        <w:ind w:firstLine="708"/>
        <w:rPr>
          <w:rFonts w:ascii="Arial" w:hAnsi="Arial" w:cs="Arial"/>
          <w:sz w:val="24"/>
          <w:szCs w:val="24"/>
        </w:rPr>
      </w:pPr>
      <w:r w:rsidRPr="0059749F">
        <w:rPr>
          <w:rFonts w:ascii="Arial" w:hAnsi="Arial" w:cs="Arial"/>
          <w:sz w:val="24"/>
          <w:szCs w:val="24"/>
        </w:rPr>
        <w:t xml:space="preserve">Creați un registru de lucru nou </w:t>
      </w:r>
      <w:r w:rsidRPr="0059749F">
        <w:rPr>
          <w:rFonts w:ascii="Arial" w:hAnsi="Arial" w:cs="Arial"/>
          <w:b/>
          <w:i/>
          <w:sz w:val="24"/>
          <w:szCs w:val="24"/>
        </w:rPr>
        <w:t>Magazin</w:t>
      </w:r>
      <w:r>
        <w:rPr>
          <w:rFonts w:ascii="Arial" w:hAnsi="Arial" w:cs="Arial"/>
          <w:b/>
          <w:i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Introduceți informațiile necesare în celulele corespunzătoare coloanelor </w:t>
      </w:r>
      <w:r w:rsidRPr="0059749F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&gt;</w:t>
      </w:r>
      <w:r>
        <w:rPr>
          <w:rFonts w:ascii="Arial" w:hAnsi="Arial" w:cs="Arial"/>
          <w:b/>
          <w:sz w:val="24"/>
          <w:szCs w:val="24"/>
        </w:rPr>
        <w:t xml:space="preserve">E, </w:t>
      </w:r>
      <w:r>
        <w:rPr>
          <w:rFonts w:ascii="Arial" w:hAnsi="Arial" w:cs="Arial"/>
          <w:sz w:val="24"/>
          <w:szCs w:val="24"/>
        </w:rPr>
        <w:t xml:space="preserve">respectiv rândurilor </w:t>
      </w:r>
      <w:r w:rsidRPr="0059749F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&gt;</w:t>
      </w:r>
      <w:r w:rsidRPr="0059749F">
        <w:rPr>
          <w:rFonts w:ascii="Arial" w:hAnsi="Arial" w:cs="Arial"/>
          <w:b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32419" w:rsidRDefault="00532419" w:rsidP="00532419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749F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alculați adaosul comercial astfel:</w:t>
      </w:r>
    </w:p>
    <w:p w:rsidR="00457058" w:rsidRPr="00457058" w:rsidRDefault="00457058" w:rsidP="00457058">
      <w:pPr>
        <w:ind w:left="720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>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7%&amp; daca pret primire</m:t>
                </m:r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&lt;100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12% daca 100≤pret primire</m:t>
                </m:r>
              </m:e>
            </m:eqArr>
          </m:e>
        </m:d>
      </m:oMath>
    </w:p>
    <w:p w:rsidR="00532419" w:rsidRDefault="00532419" w:rsidP="00532419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Determinați numărul de zile de când există produsul în magazin.</w:t>
      </w:r>
    </w:p>
    <w:p w:rsidR="00532419" w:rsidRDefault="00532419" w:rsidP="00532419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Calculați reducerea ce se poate aplica produselor aflate într-una din situațiile:</w:t>
      </w:r>
    </w:p>
    <w:p w:rsidR="00532419" w:rsidRPr="000C12EA" w:rsidRDefault="00532419" w:rsidP="00532419">
      <w:pPr>
        <w:ind w:firstLine="708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= 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15% </m:t>
                </m:r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daca nr zile≤60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30% daca 60&lt;nr zile</m:t>
                </m:r>
              </m:e>
            </m:eqArr>
          </m:e>
        </m:d>
      </m:oMath>
    </w:p>
    <w:p w:rsidR="00532419" w:rsidRDefault="00532419" w:rsidP="00532419">
      <w:pPr>
        <w:pStyle w:val="Listparagraf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Determinați prețul de vânzare al produselor astfel: </w:t>
      </w:r>
    </w:p>
    <w:p w:rsidR="00532419" w:rsidRDefault="00532419" w:rsidP="00532419">
      <w:pPr>
        <w:pStyle w:val="Listparagraf"/>
        <w:ind w:left="1428" w:firstLine="696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= </w:t>
      </w:r>
      <w:proofErr w:type="spellStart"/>
      <w:r>
        <w:rPr>
          <w:rFonts w:ascii="Arial" w:eastAsiaTheme="minorEastAsia" w:hAnsi="Arial" w:cs="Arial"/>
          <w:sz w:val="24"/>
          <w:szCs w:val="24"/>
        </w:rPr>
        <w:t>Pretprimire</w:t>
      </w:r>
      <w:proofErr w:type="spellEnd"/>
      <w:r>
        <w:rPr>
          <w:rFonts w:ascii="Arial" w:eastAsiaTheme="minorEastAsia" w:hAnsi="Arial" w:cs="Arial"/>
          <w:sz w:val="24"/>
          <w:szCs w:val="24"/>
        </w:rPr>
        <w:t>+</w:t>
      </w:r>
      <w:proofErr w:type="spellStart"/>
      <w:r>
        <w:rPr>
          <w:rFonts w:ascii="Arial" w:eastAsiaTheme="minorEastAsia" w:hAnsi="Arial" w:cs="Arial"/>
          <w:sz w:val="24"/>
          <w:szCs w:val="24"/>
        </w:rPr>
        <w:t>Adaos-Reducere</w:t>
      </w:r>
      <w:proofErr w:type="spellEnd"/>
    </w:p>
    <w:p w:rsidR="00532419" w:rsidRPr="000C12EA" w:rsidRDefault="00532419" w:rsidP="00532419">
      <w:pPr>
        <w:pStyle w:val="Listparagraf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În coloana </w:t>
      </w:r>
      <w:r w:rsidRPr="00F44E79">
        <w:rPr>
          <w:rFonts w:ascii="Arial" w:eastAsiaTheme="minorEastAsia" w:hAnsi="Arial" w:cs="Arial"/>
          <w:b/>
          <w:i/>
          <w:sz w:val="24"/>
          <w:szCs w:val="24"/>
        </w:rPr>
        <w:t>Alte calcule</w:t>
      </w:r>
      <w:r>
        <w:rPr>
          <w:rFonts w:ascii="Arial" w:eastAsiaTheme="minorEastAsia" w:hAnsi="Arial" w:cs="Arial"/>
          <w:sz w:val="24"/>
          <w:szCs w:val="24"/>
        </w:rPr>
        <w:t xml:space="preserve"> determinați cel mai mare preț de vânzare pentru primele 5 produse și cel mai mic preț de vânzarepentru ultimele 5 produse.</w:t>
      </w:r>
    </w:p>
    <w:p w:rsidR="00532419" w:rsidRDefault="00532419" w:rsidP="00532419">
      <w:r>
        <w:rPr>
          <w:noProof/>
          <w:lang w:val="en-US"/>
        </w:rPr>
        <w:drawing>
          <wp:inline distT="0" distB="0" distL="0" distR="0">
            <wp:extent cx="3921396" cy="1447800"/>
            <wp:effectExtent l="0" t="0" r="3175" b="0"/>
            <wp:docPr id="4" name="Imagin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592" cy="145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419" w:rsidRDefault="00457058" w:rsidP="00532419">
      <w:r w:rsidRPr="00457058">
        <w:t>=IF(E2&lt;100;7%*E2;12%*E2)</w:t>
      </w:r>
    </w:p>
    <w:p w:rsidR="00C1281A" w:rsidRDefault="00C1281A" w:rsidP="00532419">
      <w:r w:rsidRPr="00C1281A">
        <w:t>=DAYS("09.12.2013";D2)</w:t>
      </w:r>
    </w:p>
    <w:p w:rsidR="00C1281A" w:rsidRDefault="00C1281A" w:rsidP="00532419">
      <w:r w:rsidRPr="00C1281A">
        <w:t>=IF(G2&lt;=62;15%*G2;30%*G2)</w:t>
      </w:r>
    </w:p>
    <w:p w:rsidR="00C1281A" w:rsidRDefault="00437BD3" w:rsidP="00532419">
      <w:r>
        <w:t>=E2+F2-H</w:t>
      </w:r>
      <w:r w:rsidR="00C1281A" w:rsidRPr="00C1281A">
        <w:t>2</w:t>
      </w:r>
    </w:p>
    <w:p w:rsidR="00532419" w:rsidRPr="00F44E79" w:rsidRDefault="00532419" w:rsidP="00532419">
      <w:pPr>
        <w:rPr>
          <w:rFonts w:ascii="Arial" w:hAnsi="Arial" w:cs="Arial"/>
          <w:b/>
          <w:sz w:val="28"/>
          <w:szCs w:val="28"/>
        </w:rPr>
      </w:pPr>
      <w:r w:rsidRPr="00F44E79">
        <w:rPr>
          <w:rFonts w:ascii="Arial" w:hAnsi="Arial" w:cs="Arial"/>
          <w:b/>
          <w:sz w:val="28"/>
          <w:szCs w:val="28"/>
          <w:lang w:val="en-US"/>
        </w:rPr>
        <w:lastRenderedPageBreak/>
        <w:t>Fi</w:t>
      </w:r>
      <w:r w:rsidRPr="00F44E79">
        <w:rPr>
          <w:rFonts w:ascii="Arial" w:hAnsi="Arial" w:cs="Arial"/>
          <w:b/>
          <w:sz w:val="28"/>
          <w:szCs w:val="28"/>
        </w:rPr>
        <w:t>șa de lucru:</w:t>
      </w:r>
    </w:p>
    <w:p w:rsidR="00532419" w:rsidRPr="0059749F" w:rsidRDefault="00532419" w:rsidP="00532419">
      <w:pPr>
        <w:ind w:firstLine="708"/>
        <w:rPr>
          <w:rFonts w:ascii="Arial" w:hAnsi="Arial" w:cs="Arial"/>
          <w:sz w:val="24"/>
          <w:szCs w:val="24"/>
        </w:rPr>
      </w:pPr>
      <w:r w:rsidRPr="0059749F">
        <w:rPr>
          <w:rFonts w:ascii="Arial" w:hAnsi="Arial" w:cs="Arial"/>
          <w:sz w:val="24"/>
          <w:szCs w:val="24"/>
        </w:rPr>
        <w:t xml:space="preserve">Creați un registru de lucru nou </w:t>
      </w:r>
      <w:r w:rsidRPr="0059749F">
        <w:rPr>
          <w:rFonts w:ascii="Arial" w:hAnsi="Arial" w:cs="Arial"/>
          <w:b/>
          <w:i/>
          <w:sz w:val="24"/>
          <w:szCs w:val="24"/>
        </w:rPr>
        <w:t>Magazin</w:t>
      </w:r>
      <w:r>
        <w:rPr>
          <w:rFonts w:ascii="Arial" w:hAnsi="Arial" w:cs="Arial"/>
          <w:b/>
          <w:i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Introduceți informațiile necesare în celulele corespunzătoare coloanelor </w:t>
      </w:r>
      <w:r w:rsidRPr="0059749F">
        <w:rPr>
          <w:rFonts w:ascii="Arial" w:hAnsi="Arial" w:cs="Arial"/>
          <w:b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&gt;</w:t>
      </w:r>
      <w:r>
        <w:rPr>
          <w:rFonts w:ascii="Arial" w:hAnsi="Arial" w:cs="Arial"/>
          <w:b/>
          <w:sz w:val="24"/>
          <w:szCs w:val="24"/>
        </w:rPr>
        <w:t xml:space="preserve">E, </w:t>
      </w:r>
      <w:r>
        <w:rPr>
          <w:rFonts w:ascii="Arial" w:hAnsi="Arial" w:cs="Arial"/>
          <w:sz w:val="24"/>
          <w:szCs w:val="24"/>
        </w:rPr>
        <w:t xml:space="preserve">respectiv rândurilor </w:t>
      </w:r>
      <w:r w:rsidRPr="0059749F">
        <w:rPr>
          <w:rFonts w:ascii="Arial" w:hAnsi="Arial" w:cs="Arial"/>
          <w:b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  <w:sz w:val="24"/>
          <w:szCs w:val="24"/>
          <w:lang w:val="en-US"/>
        </w:rPr>
        <w:t>&gt;</w:t>
      </w:r>
      <w:r w:rsidRPr="0059749F">
        <w:rPr>
          <w:rFonts w:ascii="Arial" w:hAnsi="Arial" w:cs="Arial"/>
          <w:b/>
          <w:sz w:val="24"/>
          <w:szCs w:val="24"/>
        </w:rPr>
        <w:t>11</w:t>
      </w:r>
      <w:r>
        <w:rPr>
          <w:rFonts w:ascii="Arial" w:hAnsi="Arial" w:cs="Arial"/>
          <w:sz w:val="24"/>
          <w:szCs w:val="24"/>
        </w:rPr>
        <w:t xml:space="preserve">. </w:t>
      </w:r>
    </w:p>
    <w:p w:rsidR="00532419" w:rsidRDefault="00532419" w:rsidP="00532419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59749F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alculați adaosul comercial astfel:</w:t>
      </w:r>
    </w:p>
    <w:p w:rsidR="00457058" w:rsidRPr="00457058" w:rsidRDefault="00457058" w:rsidP="00457058">
      <w:pPr>
        <w:pStyle w:val="Listparagraf"/>
        <w:ind w:firstLine="696"/>
        <w:rPr>
          <w:rFonts w:ascii="Arial" w:eastAsiaTheme="minorEastAsia" w:hAnsi="Arial" w:cs="Arial"/>
          <w:sz w:val="24"/>
          <w:szCs w:val="24"/>
        </w:rPr>
      </w:pPr>
      <w:r w:rsidRPr="00457058">
        <w:rPr>
          <w:rFonts w:ascii="Arial" w:eastAsiaTheme="minorEastAsia" w:hAnsi="Arial" w:cs="Arial"/>
          <w:sz w:val="24"/>
          <w:szCs w:val="24"/>
        </w:rPr>
        <w:t>=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7%&amp; daca pret primire</m:t>
                </m:r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&lt;100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12% daca 100≤pret primire</m:t>
                </m:r>
              </m:e>
            </m:eqArr>
          </m:e>
        </m:d>
      </m:oMath>
    </w:p>
    <w:p w:rsidR="00532419" w:rsidRDefault="00532419" w:rsidP="00532419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Determinați numărul de zile de când există produsul în magazin.</w:t>
      </w:r>
    </w:p>
    <w:p w:rsidR="00532419" w:rsidRDefault="00532419" w:rsidP="00532419">
      <w:pPr>
        <w:pStyle w:val="Listparagraf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Calculați reducerea ce se poate aplica produselor aflate într-una din situațiile:</w:t>
      </w:r>
    </w:p>
    <w:p w:rsidR="00457058" w:rsidRDefault="00457058" w:rsidP="00457058">
      <w:pPr>
        <w:pStyle w:val="Listparagraf"/>
        <w:rPr>
          <w:rFonts w:ascii="Arial" w:eastAsiaTheme="minorEastAsia" w:hAnsi="Arial" w:cs="Arial"/>
          <w:sz w:val="24"/>
          <w:szCs w:val="24"/>
        </w:rPr>
      </w:pPr>
    </w:p>
    <w:p w:rsidR="00457058" w:rsidRDefault="00457058" w:rsidP="00457058">
      <w:pPr>
        <w:pStyle w:val="Listparagraf"/>
        <w:rPr>
          <w:rFonts w:ascii="Arial" w:eastAsiaTheme="minorEastAsia" w:hAnsi="Arial" w:cs="Arial"/>
          <w:sz w:val="24"/>
          <w:szCs w:val="24"/>
        </w:rPr>
      </w:pPr>
      <w:r w:rsidRPr="00457058">
        <w:rPr>
          <w:rFonts w:ascii="Arial" w:eastAsiaTheme="minorEastAsia" w:hAnsi="Arial" w:cs="Arial"/>
          <w:sz w:val="24"/>
          <w:szCs w:val="24"/>
        </w:rPr>
        <w:t xml:space="preserve">= 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4"/>
                <w:szCs w:val="24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4"/>
                    <w:szCs w:val="24"/>
                  </w:rPr>
                </m:ctrlPr>
              </m:eqArrPr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 xml:space="preserve">15% </m:t>
                </m:r>
                <m:r>
                  <w:rPr>
                    <w:rFonts w:ascii="Cambria Math" w:hAnsi="Cambria Math" w:cs="Arial"/>
                    <w:sz w:val="24"/>
                    <w:szCs w:val="24"/>
                    <w:lang w:val="en-US"/>
                  </w:rPr>
                  <m:t>daca nr zile≤60</m:t>
                </m:r>
              </m:e>
              <m:e>
                <m:r>
                  <w:rPr>
                    <w:rFonts w:ascii="Cambria Math" w:hAnsi="Cambria Math" w:cs="Arial"/>
                    <w:sz w:val="24"/>
                    <w:szCs w:val="24"/>
                  </w:rPr>
                  <m:t>30% daca 60&lt;nr zile</m:t>
                </m:r>
              </m:e>
            </m:eqArr>
          </m:e>
        </m:d>
      </m:oMath>
    </w:p>
    <w:p w:rsidR="00457058" w:rsidRPr="00457058" w:rsidRDefault="00457058" w:rsidP="00457058">
      <w:pPr>
        <w:pStyle w:val="Listparagraf"/>
        <w:rPr>
          <w:rFonts w:ascii="Arial" w:eastAsiaTheme="minorEastAsia" w:hAnsi="Arial" w:cs="Arial"/>
          <w:sz w:val="24"/>
          <w:szCs w:val="24"/>
        </w:rPr>
      </w:pPr>
    </w:p>
    <w:p w:rsidR="00532419" w:rsidRDefault="00532419" w:rsidP="00532419">
      <w:pPr>
        <w:pStyle w:val="Listparagraf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Determinați prețul de vânzare al produselor astfel: </w:t>
      </w:r>
    </w:p>
    <w:p w:rsidR="00532419" w:rsidRDefault="00532419" w:rsidP="00532419">
      <w:pPr>
        <w:pStyle w:val="Listparagraf"/>
        <w:ind w:left="1428" w:firstLine="696"/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= </w:t>
      </w:r>
      <w:proofErr w:type="spellStart"/>
      <w:r>
        <w:rPr>
          <w:rFonts w:ascii="Arial" w:eastAsiaTheme="minorEastAsia" w:hAnsi="Arial" w:cs="Arial"/>
          <w:sz w:val="24"/>
          <w:szCs w:val="24"/>
        </w:rPr>
        <w:t>Pretprimire</w:t>
      </w:r>
      <w:proofErr w:type="spellEnd"/>
      <w:r>
        <w:rPr>
          <w:rFonts w:ascii="Arial" w:eastAsiaTheme="minorEastAsia" w:hAnsi="Arial" w:cs="Arial"/>
          <w:sz w:val="24"/>
          <w:szCs w:val="24"/>
        </w:rPr>
        <w:t>+</w:t>
      </w:r>
      <w:proofErr w:type="spellStart"/>
      <w:r>
        <w:rPr>
          <w:rFonts w:ascii="Arial" w:eastAsiaTheme="minorEastAsia" w:hAnsi="Arial" w:cs="Arial"/>
          <w:sz w:val="24"/>
          <w:szCs w:val="24"/>
        </w:rPr>
        <w:t>Adaos-Reducere</w:t>
      </w:r>
      <w:proofErr w:type="spellEnd"/>
    </w:p>
    <w:p w:rsidR="00532419" w:rsidRPr="000C12EA" w:rsidRDefault="00532419" w:rsidP="00532419">
      <w:pPr>
        <w:pStyle w:val="Listparagraf"/>
        <w:numPr>
          <w:ilvl w:val="0"/>
          <w:numId w:val="2"/>
        </w:numPr>
        <w:rPr>
          <w:rFonts w:ascii="Arial" w:eastAsiaTheme="minorEastAsia" w:hAnsi="Arial" w:cs="Arial"/>
          <w:sz w:val="24"/>
          <w:szCs w:val="24"/>
        </w:rPr>
      </w:pPr>
      <w:r>
        <w:rPr>
          <w:rFonts w:ascii="Arial" w:eastAsiaTheme="minorEastAsia" w:hAnsi="Arial" w:cs="Arial"/>
          <w:sz w:val="24"/>
          <w:szCs w:val="24"/>
        </w:rPr>
        <w:t xml:space="preserve">În coloana </w:t>
      </w:r>
      <w:r w:rsidRPr="00F44E79">
        <w:rPr>
          <w:rFonts w:ascii="Arial" w:eastAsiaTheme="minorEastAsia" w:hAnsi="Arial" w:cs="Arial"/>
          <w:b/>
          <w:i/>
          <w:sz w:val="24"/>
          <w:szCs w:val="24"/>
        </w:rPr>
        <w:t>Alte calcule</w:t>
      </w:r>
      <w:r>
        <w:rPr>
          <w:rFonts w:ascii="Arial" w:eastAsiaTheme="minorEastAsia" w:hAnsi="Arial" w:cs="Arial"/>
          <w:sz w:val="24"/>
          <w:szCs w:val="24"/>
        </w:rPr>
        <w:t xml:space="preserve"> determinați cel mai mare preț de vânzare pentru primele 5 produse și cel mai mic preț de vânzarepentru ultimele 5 produse.</w:t>
      </w:r>
    </w:p>
    <w:p w:rsidR="00532419" w:rsidRDefault="00532419" w:rsidP="00532419">
      <w:r>
        <w:rPr>
          <w:noProof/>
          <w:lang w:val="en-US"/>
        </w:rPr>
        <w:drawing>
          <wp:inline distT="0" distB="0" distL="0" distR="0">
            <wp:extent cx="3921396" cy="1447800"/>
            <wp:effectExtent l="0" t="0" r="3175" b="0"/>
            <wp:docPr id="5" name="I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8592" cy="14504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81A" w:rsidRDefault="00C1281A" w:rsidP="00C1281A">
      <w:r w:rsidRPr="00457058">
        <w:t>=IF(E2&lt;100;7%*E2;12%*E2)</w:t>
      </w:r>
    </w:p>
    <w:p w:rsidR="00C1281A" w:rsidRDefault="00C1281A" w:rsidP="00C1281A">
      <w:r w:rsidRPr="00C1281A">
        <w:t>=DAYS("09.12.2013";D2)</w:t>
      </w:r>
    </w:p>
    <w:p w:rsidR="00C1281A" w:rsidRDefault="00C1281A" w:rsidP="00C1281A">
      <w:r w:rsidRPr="00C1281A">
        <w:t>=IF(G2&lt;=62;15%*G2;30%*G2)</w:t>
      </w:r>
    </w:p>
    <w:p w:rsidR="00532419" w:rsidRPr="0059749F" w:rsidRDefault="00437BD3">
      <w:r>
        <w:t>=E2+F2-H</w:t>
      </w:r>
      <w:bookmarkStart w:id="0" w:name="_GoBack"/>
      <w:bookmarkEnd w:id="0"/>
      <w:r w:rsidR="00C1281A" w:rsidRPr="00C1281A">
        <w:t>2</w:t>
      </w:r>
    </w:p>
    <w:sectPr w:rsidR="00532419" w:rsidRPr="0059749F" w:rsidSect="00C1281A">
      <w:pgSz w:w="16838" w:h="11906" w:orient="landscape"/>
      <w:pgMar w:top="709" w:right="1417" w:bottom="56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00022FF" w:usb1="C000205B" w:usb2="0000000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6B5D46"/>
    <w:multiLevelType w:val="hybridMultilevel"/>
    <w:tmpl w:val="4D7E492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1F220A3"/>
    <w:multiLevelType w:val="hybridMultilevel"/>
    <w:tmpl w:val="64360A30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08"/>
  <w:hyphenationZone w:val="425"/>
  <w:characterSpacingControl w:val="doNotCompress"/>
  <w:compat/>
  <w:rsids>
    <w:rsidRoot w:val="0059749F"/>
    <w:rsid w:val="000C12EA"/>
    <w:rsid w:val="00437BD3"/>
    <w:rsid w:val="00457058"/>
    <w:rsid w:val="00532419"/>
    <w:rsid w:val="005325A4"/>
    <w:rsid w:val="0059749F"/>
    <w:rsid w:val="0087451B"/>
    <w:rsid w:val="00AD120B"/>
    <w:rsid w:val="00AE76B8"/>
    <w:rsid w:val="00C1281A"/>
    <w:rsid w:val="00F44E79"/>
    <w:rsid w:val="00F62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76B8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59749F"/>
    <w:pPr>
      <w:ind w:left="720"/>
      <w:contextualSpacing/>
    </w:pPr>
  </w:style>
  <w:style w:type="character" w:styleId="Textsubstituent">
    <w:name w:val="Placeholder Text"/>
    <w:basedOn w:val="Fontdeparagrafimplicit"/>
    <w:uiPriority w:val="99"/>
    <w:semiHidden/>
    <w:rsid w:val="0059749F"/>
    <w:rPr>
      <w:color w:val="808080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324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324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20D9CA8E-0736-49FD-B2C6-62D6AA3DE450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1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MECTS</dc:creator>
  <cp:lastModifiedBy>Profesor</cp:lastModifiedBy>
  <cp:revision>2</cp:revision>
  <cp:lastPrinted>2013-12-09T14:38:00Z</cp:lastPrinted>
  <dcterms:created xsi:type="dcterms:W3CDTF">2018-03-07T09:31:00Z</dcterms:created>
  <dcterms:modified xsi:type="dcterms:W3CDTF">2018-03-07T09:31:00Z</dcterms:modified>
</cp:coreProperties>
</file>